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522F6EC0" w:rsidR="00000047" w:rsidRPr="001F29AA" w:rsidRDefault="002A2A9E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BF88B4" wp14:editId="2C14F144">
            <wp:simplePos x="0" y="0"/>
            <wp:positionH relativeFrom="column">
              <wp:posOffset>4713441</wp:posOffset>
            </wp:positionH>
            <wp:positionV relativeFrom="paragraph">
              <wp:posOffset>687971</wp:posOffset>
            </wp:positionV>
            <wp:extent cx="1502635" cy="994051"/>
            <wp:effectExtent l="0" t="0" r="0" b="0"/>
            <wp:wrapNone/>
            <wp:docPr id="51506287" name="Image 2" descr="File:Argonne lab education.jpg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yiVsaOWVIMWLkdUP8L2X4Ac_347" descr="File:Argonne lab education.jpg - Wikimedia Commo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35" cy="994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273FE277" w14:textId="26CAE3CD" w:rsidR="00000047" w:rsidRPr="00D32464" w:rsidRDefault="000B4FF1" w:rsidP="00000047">
      <w:pPr>
        <w:pStyle w:val="Activity1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Chemistry and physics</w:t>
      </w:r>
      <w:r w:rsidR="00364EBE" w:rsidRPr="00D32464">
        <w:rPr>
          <w:sz w:val="40"/>
          <w:szCs w:val="40"/>
          <w:lang w:val="en-US"/>
        </w:rPr>
        <w:t xml:space="preserve"> teacher</w:t>
      </w:r>
      <w:r w:rsidR="002A2A9E" w:rsidRPr="00D32464">
        <w:rPr>
          <w:sz w:val="40"/>
          <w:szCs w:val="40"/>
        </w:rPr>
        <w:t xml:space="preserve"> </w:t>
      </w:r>
      <w:r w:rsidR="002A2A9E" w:rsidRPr="00D32464">
        <w:rPr>
          <w:sz w:val="40"/>
          <w:szCs w:val="40"/>
        </w:rPr>
        <w:fldChar w:fldCharType="begin"/>
      </w:r>
      <w:r w:rsidR="002A2A9E" w:rsidRPr="00D32464">
        <w:rPr>
          <w:sz w:val="40"/>
          <w:szCs w:val="40"/>
        </w:rPr>
        <w:instrText xml:space="preserve"> INCLUDEPICTURE "/Users/cecile/Library/Group Containers/UBF8T346G9.ms/WebArchiveCopyPasteTempFiles/com.microsoft.Word/Z" \* MERGEFORMATINET </w:instrText>
      </w:r>
      <w:r w:rsidR="002A2A9E" w:rsidRPr="00D32464">
        <w:rPr>
          <w:sz w:val="40"/>
          <w:szCs w:val="40"/>
        </w:rPr>
        <w:fldChar w:fldCharType="separate"/>
      </w:r>
      <w:r w:rsidR="002A2A9E" w:rsidRPr="00D32464">
        <w:rPr>
          <w:sz w:val="40"/>
          <w:szCs w:val="40"/>
        </w:rPr>
        <w:fldChar w:fldCharType="end"/>
      </w:r>
    </w:p>
    <w:p w14:paraId="1287EB6B" w14:textId="77777777" w:rsidR="00364EBE" w:rsidRPr="00364EBE" w:rsidRDefault="00364EBE" w:rsidP="00364EBE">
      <w:pPr>
        <w:rPr>
          <w:lang w:val="en-US"/>
        </w:rPr>
      </w:pP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007880B4" w:rsidR="00D40550" w:rsidRPr="00FA415F" w:rsidRDefault="00364EB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professeur de physique chimie</w:t>
            </w:r>
          </w:p>
        </w:tc>
        <w:tc>
          <w:tcPr>
            <w:tcW w:w="2500" w:type="pct"/>
          </w:tcPr>
          <w:p w14:paraId="5A6174BE" w14:textId="2EC3AEC6" w:rsidR="00D40550" w:rsidRPr="00FA415F" w:rsidRDefault="00364EB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chemistry and physics teacher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C31ADC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00D66E08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concours d’entrée</w:t>
            </w:r>
          </w:p>
        </w:tc>
        <w:tc>
          <w:tcPr>
            <w:tcW w:w="2500" w:type="pct"/>
          </w:tcPr>
          <w:p w14:paraId="6B53D260" w14:textId="0A233EAA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national certification exam</w:t>
            </w:r>
          </w:p>
        </w:tc>
      </w:tr>
      <w:tr w:rsidR="00C31ADC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5FEE4CA3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collège / lycée</w:t>
            </w:r>
          </w:p>
        </w:tc>
        <w:tc>
          <w:tcPr>
            <w:tcW w:w="2500" w:type="pct"/>
          </w:tcPr>
          <w:p w14:paraId="2B11993E" w14:textId="79166B2E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middle school or junior high school / senior high school</w:t>
            </w:r>
          </w:p>
        </w:tc>
      </w:tr>
      <w:tr w:rsidR="00C31ADC" w:rsidRPr="00220346" w14:paraId="266E7485" w14:textId="77777777" w:rsidTr="004A116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18CAD85" w14:textId="57E0D084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spécialiste d’une discipline</w:t>
            </w:r>
          </w:p>
        </w:tc>
        <w:tc>
          <w:tcPr>
            <w:tcW w:w="2500" w:type="pct"/>
          </w:tcPr>
          <w:p w14:paraId="7CE98A60" w14:textId="7772053E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specialist  in the subject</w:t>
            </w:r>
          </w:p>
        </w:tc>
      </w:tr>
      <w:tr w:rsidR="00C31ADC" w:rsidRPr="009052BB" w14:paraId="20030CC2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535988" w14:textId="70AE54BF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enseigner</w:t>
            </w:r>
          </w:p>
        </w:tc>
        <w:tc>
          <w:tcPr>
            <w:tcW w:w="2500" w:type="pct"/>
          </w:tcPr>
          <w:p w14:paraId="739E6E86" w14:textId="7E3BA02F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to t</w:t>
            </w:r>
            <w:r w:rsidRPr="004C6A88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 xml:space="preserve">each </w:t>
            </w:r>
          </w:p>
        </w:tc>
      </w:tr>
      <w:tr w:rsidR="00C31ADC" w:rsidRPr="009052BB" w14:paraId="3976D716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00D2E8B" w14:textId="6B4007FE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pédagogie</w:t>
            </w:r>
          </w:p>
        </w:tc>
        <w:tc>
          <w:tcPr>
            <w:tcW w:w="2500" w:type="pct"/>
          </w:tcPr>
          <w:p w14:paraId="04BF4997" w14:textId="3FF03D5F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GB" w:eastAsia="fr-FR"/>
              </w:rPr>
              <w:t>teaching skills</w:t>
            </w:r>
          </w:p>
        </w:tc>
      </w:tr>
      <w:tr w:rsidR="00C31ADC" w:rsidRPr="009052BB" w14:paraId="09677C2E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F26276F" w14:textId="09F5B2DE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patience</w:t>
            </w:r>
          </w:p>
        </w:tc>
        <w:tc>
          <w:tcPr>
            <w:tcW w:w="2500" w:type="pct"/>
          </w:tcPr>
          <w:p w14:paraId="15C388E5" w14:textId="50D383B6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patience</w:t>
            </w:r>
          </w:p>
        </w:tc>
      </w:tr>
      <w:tr w:rsidR="00C31ADC" w:rsidRPr="009052BB" w14:paraId="11BDCCEA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213B305" w14:textId="49E252C2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transmettre des connaissances</w:t>
            </w:r>
          </w:p>
        </w:tc>
        <w:tc>
          <w:tcPr>
            <w:tcW w:w="2500" w:type="pct"/>
          </w:tcPr>
          <w:p w14:paraId="28C7BD81" w14:textId="74E9FAE2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p</w:t>
            </w: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ass on knowledge </w:t>
            </w:r>
          </w:p>
        </w:tc>
      </w:tr>
      <w:tr w:rsidR="00C31ADC" w:rsidRPr="009052BB" w14:paraId="5DD5F4EA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96AF8B0" w14:textId="7FA24EC5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préparer des cours</w:t>
            </w:r>
          </w:p>
        </w:tc>
        <w:tc>
          <w:tcPr>
            <w:tcW w:w="2500" w:type="pct"/>
          </w:tcPr>
          <w:p w14:paraId="57D33CF2" w14:textId="6A95B2A5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eastAsia="fr-FR"/>
              </w:rPr>
              <w:t>to m</w:t>
            </w:r>
            <w:r w:rsidRPr="004C6A88">
              <w:rPr>
                <w:rFonts w:cstheme="minorHAnsi"/>
                <w:noProof/>
                <w:color w:val="000000"/>
                <w:szCs w:val="20"/>
                <w:lang w:eastAsia="fr-FR"/>
              </w:rPr>
              <w:t>ake lesson plans</w:t>
            </w:r>
          </w:p>
        </w:tc>
      </w:tr>
      <w:tr w:rsidR="00C31ADC" w:rsidRPr="009052BB" w14:paraId="6B774294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7421AF83" w14:textId="1139496E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corriger des copies</w:t>
            </w:r>
          </w:p>
        </w:tc>
        <w:tc>
          <w:tcPr>
            <w:tcW w:w="2500" w:type="pct"/>
          </w:tcPr>
          <w:p w14:paraId="4B57341E" w14:textId="1EE20A7C" w:rsidR="00C31ADC" w:rsidRPr="004C6A88" w:rsidRDefault="002950AB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c</w:t>
            </w:r>
            <w:r w:rsidRPr="004C6A88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orrect student papers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8D93" w14:textId="77777777" w:rsidR="008C46E1" w:rsidRDefault="008C46E1" w:rsidP="00B84075">
      <w:pPr>
        <w:spacing w:line="240" w:lineRule="auto"/>
      </w:pPr>
      <w:r>
        <w:separator/>
      </w:r>
    </w:p>
    <w:p w14:paraId="3D3217FE" w14:textId="77777777" w:rsidR="008C46E1" w:rsidRDefault="008C46E1"/>
    <w:p w14:paraId="45CF5213" w14:textId="77777777" w:rsidR="008C46E1" w:rsidRDefault="008C46E1"/>
  </w:endnote>
  <w:endnote w:type="continuationSeparator" w:id="0">
    <w:p w14:paraId="52D0C8BA" w14:textId="77777777" w:rsidR="008C46E1" w:rsidRDefault="008C46E1" w:rsidP="00B84075">
      <w:pPr>
        <w:spacing w:line="240" w:lineRule="auto"/>
      </w:pPr>
      <w:r>
        <w:continuationSeparator/>
      </w:r>
    </w:p>
    <w:p w14:paraId="2EB1703F" w14:textId="77777777" w:rsidR="008C46E1" w:rsidRDefault="008C46E1"/>
    <w:p w14:paraId="682BF135" w14:textId="77777777" w:rsidR="008C46E1" w:rsidRDefault="008C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80555" w14:textId="77777777" w:rsidR="008C46E1" w:rsidRDefault="008C46E1" w:rsidP="00B84075">
      <w:pPr>
        <w:spacing w:line="240" w:lineRule="auto"/>
      </w:pPr>
      <w:r>
        <w:separator/>
      </w:r>
    </w:p>
    <w:p w14:paraId="0E317702" w14:textId="77777777" w:rsidR="008C46E1" w:rsidRDefault="008C46E1"/>
    <w:p w14:paraId="1AAF3523" w14:textId="77777777" w:rsidR="008C46E1" w:rsidRDefault="008C46E1"/>
  </w:footnote>
  <w:footnote w:type="continuationSeparator" w:id="0">
    <w:p w14:paraId="73A3EB8E" w14:textId="77777777" w:rsidR="008C46E1" w:rsidRDefault="008C46E1" w:rsidP="00B84075">
      <w:pPr>
        <w:spacing w:line="240" w:lineRule="auto"/>
      </w:pPr>
      <w:r>
        <w:continuationSeparator/>
      </w:r>
    </w:p>
    <w:p w14:paraId="7290A330" w14:textId="77777777" w:rsidR="008C46E1" w:rsidRDefault="008C46E1"/>
    <w:p w14:paraId="31D16B57" w14:textId="77777777" w:rsidR="008C46E1" w:rsidRDefault="008C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4FF1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0C2F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034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0AB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A9E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5647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4EBE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1529"/>
    <w:rsid w:val="003A225E"/>
    <w:rsid w:val="003A2BE9"/>
    <w:rsid w:val="003A30AE"/>
    <w:rsid w:val="003A5D13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8D0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6B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A8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235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2BB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094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017E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1F43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ADC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4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550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037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87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C0A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08A0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302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301</cp:revision>
  <dcterms:created xsi:type="dcterms:W3CDTF">2018-10-24T18:58:00Z</dcterms:created>
  <dcterms:modified xsi:type="dcterms:W3CDTF">2025-07-07T19:57:00Z</dcterms:modified>
</cp:coreProperties>
</file>